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AF856" w14:textId="77777777" w:rsidR="00AD0C7B" w:rsidRDefault="00BB037B" w:rsidP="00312D11">
      <w:pPr>
        <w:pStyle w:val="Titul1"/>
      </w:pPr>
      <w:r>
        <w:t>Dopis nabídky</w:t>
      </w:r>
    </w:p>
    <w:p w14:paraId="49A5A815" w14:textId="77777777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5D68B0" w:rsidRPr="00504919">
            <w:rPr>
              <w:rStyle w:val="Nzevakce"/>
              <w:b/>
            </w:rPr>
            <w:t>„</w:t>
          </w:r>
          <w:r w:rsidR="00504919" w:rsidRPr="00504919">
            <w:rPr>
              <w:rStyle w:val="Nzevakce"/>
              <w:b/>
            </w:rPr>
            <w:t>GSM-R Ústí nad Labem – Chomutov“</w:t>
          </w:r>
        </w:sdtContent>
      </w:sdt>
    </w:p>
    <w:p w14:paraId="732E07F9" w14:textId="77777777" w:rsidR="005D68B0" w:rsidRDefault="005D68B0" w:rsidP="00312D11">
      <w:pPr>
        <w:pStyle w:val="Textbezodsazen"/>
      </w:pPr>
    </w:p>
    <w:p w14:paraId="47F4BF69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136004FA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65AB9886" w14:textId="77777777" w:rsidR="00E9202E" w:rsidRDefault="00E9202E" w:rsidP="00312D11">
      <w:pPr>
        <w:pStyle w:val="Textbezodsazen"/>
      </w:pPr>
    </w:p>
    <w:p w14:paraId="0307453E" w14:textId="77777777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 nabídce, Požadavky objednatele, Formuláře, Požadavky na výkon a funkci</w:t>
      </w:r>
      <w:r>
        <w:t xml:space="preserve"> </w:t>
      </w:r>
      <w:r w:rsidR="00504919">
        <w:t>a</w:t>
      </w:r>
      <w:r w:rsidR="00ED3A17">
        <w:t xml:space="preserve"> </w:t>
      </w:r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</w:t>
      </w:r>
      <w:r w:rsidR="008519B1">
        <w:t xml:space="preserve"> nebo jiné vady. Tímto nabízíme </w:t>
      </w:r>
      <w:r w:rsidR="005D1C66">
        <w:t>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48F818F7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70E29379" w14:textId="77777777" w:rsidR="00BB037B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>souladu se zákonem č. 134/2016 Sb., o zadávání veřejných zakázek a dalšími Právními předpisy.</w:t>
      </w:r>
    </w:p>
    <w:p w14:paraId="3F406E56" w14:textId="77777777" w:rsidR="00BB037B" w:rsidRDefault="00BB037B" w:rsidP="005D68B0">
      <w:pPr>
        <w:pStyle w:val="slovanseznam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25D5A9F1" w14:textId="77777777"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14:paraId="10E54E15" w14:textId="77777777"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47F132B3" w14:textId="77777777" w:rsidR="000E0095" w:rsidRPr="00FF0206" w:rsidRDefault="00BB037B" w:rsidP="000E0095">
      <w:pPr>
        <w:pStyle w:val="Odstavec1-1a"/>
        <w:tabs>
          <w:tab w:val="clear" w:pos="1077"/>
        </w:tabs>
        <w:ind w:left="1134" w:hanging="425"/>
        <w:rPr>
          <w:rFonts w:ascii="Verdana" w:hAnsi="Verdana"/>
        </w:rPr>
      </w:pPr>
      <w:r>
        <w:t>Obě Smluvní strany splní povinnost uvedenou v tomto odstavci ve lhůtě 30 (slovy: třicet) kalendářních dní od uzavř</w:t>
      </w:r>
      <w:r w:rsidR="000E0095">
        <w:t>ení Smlouvy;</w:t>
      </w:r>
      <w:r w:rsidR="000E0095" w:rsidRPr="000E0095">
        <w:rPr>
          <w:rFonts w:ascii="Verdana" w:hAnsi="Verdana"/>
        </w:rPr>
        <w:t xml:space="preserve"> </w:t>
      </w:r>
      <w:r w:rsidR="000E0095" w:rsidRPr="00FF0206">
        <w:rPr>
          <w:rFonts w:ascii="Verdana" w:hAnsi="Verdana"/>
        </w:rPr>
        <w:t>nebude-li tato smlouva zaslána k 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3B5252D3" w14:textId="77777777" w:rsidR="00BB037B" w:rsidRPr="00FF0206" w:rsidRDefault="00BB037B" w:rsidP="00312D11">
      <w:pPr>
        <w:pStyle w:val="Odstavec1-1a"/>
      </w:pPr>
      <w:bookmarkStart w:id="0" w:name="_GoBack"/>
      <w:bookmarkEnd w:id="0"/>
      <w:r w:rsidRPr="00FF0206">
        <w:t>Obě Smluvní strany souhlasí se zveřejněním údajů o identifikaci Smluvních stran, předmětu Smlouvy, jeho ceně či hodnotě a datu uzavření této Smlouvy.</w:t>
      </w:r>
    </w:p>
    <w:p w14:paraId="604048DC" w14:textId="77777777" w:rsidR="00BB037B" w:rsidRDefault="00BB037B" w:rsidP="005D1C66">
      <w:pPr>
        <w:pStyle w:val="slovanseznam"/>
      </w:pPr>
      <w:r w:rsidRPr="00FF0206">
        <w:t xml:space="preserve">Níže uvedené dokumenty nebo části dokumentů v naší nabídce jsou našim obchodním </w:t>
      </w:r>
      <w:r>
        <w:t>tajemstvím:</w:t>
      </w:r>
    </w:p>
    <w:p w14:paraId="1D380274" w14:textId="77777777"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08C2F083" w14:textId="77777777" w:rsidR="00BB037B" w:rsidRDefault="00BB037B" w:rsidP="005D1C66">
      <w:pPr>
        <w:pStyle w:val="Textbezslovn"/>
      </w:pPr>
      <w:r>
        <w:t>Žádáme, aby bylo s těmito dokumenty nakládáno podle ust. § 218 zákona o zadávání veřejných zakázek.</w:t>
      </w:r>
    </w:p>
    <w:p w14:paraId="3991994C" w14:textId="77777777" w:rsidR="00BB037B" w:rsidRDefault="00BB037B" w:rsidP="005D1C66">
      <w:pPr>
        <w:pStyle w:val="slovanseznam"/>
      </w:pPr>
      <w:r>
        <w:lastRenderedPageBreak/>
        <w:t>Níže uvedené informace a sdělení v naší nabídce označujeme jako důvěrné informace</w:t>
      </w:r>
      <w:r w:rsidR="00ED3A17">
        <w:t xml:space="preserve"> v souladu se zákonem č.134/2016 Sb. jako důvěrné informace.</w:t>
      </w:r>
    </w:p>
    <w:p w14:paraId="21B2CBEF" w14:textId="77777777"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634642B3" w14:textId="77777777" w:rsidR="00BB037B" w:rsidRDefault="00BB037B" w:rsidP="005D1C66">
      <w:pPr>
        <w:pStyle w:val="Textbezslovn"/>
      </w:pPr>
      <w:r>
        <w:t>Žádáme, aby bylo s těmito informacemi nakládáno podle ust. § 218 zákona o zadávání veřejných zakázek</w:t>
      </w:r>
      <w:r w:rsidR="00ED3A17">
        <w:t>.</w:t>
      </w:r>
    </w:p>
    <w:p w14:paraId="1979B3AF" w14:textId="77777777" w:rsidR="00457B38" w:rsidRDefault="00457B38" w:rsidP="00312D11">
      <w:pPr>
        <w:pStyle w:val="Textbezodsazen"/>
      </w:pPr>
    </w:p>
    <w:p w14:paraId="6CEEEE34" w14:textId="77777777" w:rsidR="005D1C66" w:rsidRDefault="005D1C66" w:rsidP="00312D11">
      <w:pPr>
        <w:pStyle w:val="Textbezodsazen"/>
      </w:pPr>
    </w:p>
    <w:p w14:paraId="2535327C" w14:textId="77777777"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14:paraId="04DE809D" w14:textId="77777777" w:rsidR="008069F8" w:rsidRDefault="00BB037B" w:rsidP="00312D11">
      <w:pPr>
        <w:pStyle w:val="Textbezodsazen"/>
      </w:pPr>
      <w:r>
        <w:t>………………………………….</w:t>
      </w:r>
    </w:p>
    <w:p w14:paraId="66F8B809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EB92987" w14:textId="77777777" w:rsidR="00ED3A17" w:rsidRDefault="00ED3A17" w:rsidP="00312D11">
      <w:pPr>
        <w:pStyle w:val="Textbezodsazen"/>
        <w:rPr>
          <w:highlight w:val="yellow"/>
        </w:rPr>
      </w:pPr>
    </w:p>
    <w:p w14:paraId="507B0E56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1BE1E178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43938578" w14:textId="77777777" w:rsidR="00BB037B" w:rsidRDefault="00BB037B" w:rsidP="00312D11">
      <w:pPr>
        <w:pStyle w:val="Textbezodsazen"/>
      </w:pPr>
      <w:r>
        <w:t>podpis</w:t>
      </w:r>
    </w:p>
    <w:p w14:paraId="0D74345F" w14:textId="77777777" w:rsidR="00ED3A17" w:rsidRDefault="00ED3A17" w:rsidP="00312D11">
      <w:pPr>
        <w:pStyle w:val="Textbezodsazen"/>
        <w:rPr>
          <w:highlight w:val="yellow"/>
        </w:rPr>
      </w:pPr>
    </w:p>
    <w:p w14:paraId="3E09E9F1" w14:textId="77777777" w:rsidR="00ED3A17" w:rsidRDefault="00ED3A17" w:rsidP="00312D11">
      <w:pPr>
        <w:pStyle w:val="Textbezodsazen"/>
        <w:rPr>
          <w:highlight w:val="yellow"/>
        </w:rPr>
      </w:pPr>
    </w:p>
    <w:p w14:paraId="1D609CB1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1E67F97C" w14:textId="77777777" w:rsidR="00BB037B" w:rsidRDefault="00BB037B" w:rsidP="00312D11">
      <w:pPr>
        <w:pStyle w:val="Textbezodsazen"/>
      </w:pPr>
      <w:r>
        <w:t>…………………………</w:t>
      </w:r>
    </w:p>
    <w:p w14:paraId="15DAD2F4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06DBAA5E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CF374" w14:textId="77777777" w:rsidR="00F96988" w:rsidRDefault="00F96988" w:rsidP="00962258">
      <w:pPr>
        <w:spacing w:after="0" w:line="240" w:lineRule="auto"/>
      </w:pPr>
      <w:r>
        <w:separator/>
      </w:r>
    </w:p>
  </w:endnote>
  <w:endnote w:type="continuationSeparator" w:id="0">
    <w:p w14:paraId="394A37EA" w14:textId="77777777" w:rsidR="00F96988" w:rsidRDefault="00F969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25AA3E15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C28617E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4430FAB6" w14:textId="7D9840DA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FF0206">
            <w:rPr>
              <w:rStyle w:val="Tun"/>
              <w:noProof/>
            </w:rPr>
            <w:t>„GSM-R Ústí nad Labem – Chomutov“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260EED16" w14:textId="0336699F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02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02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F1C8459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132E4EA7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2ABBBC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A70E3E7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37E3EF22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3E59B981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728C0666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C5A4" w14:textId="77777777" w:rsidR="00BE5121" w:rsidRDefault="00A67808" w:rsidP="00BE5121">
    <w:pPr>
      <w:pStyle w:val="Zpat"/>
      <w:rPr>
        <w:rFonts w:cs="Calibri"/>
        <w:szCs w:val="12"/>
      </w:rPr>
    </w:pPr>
    <w:r>
      <w:rPr>
        <w:noProof/>
        <w:lang w:eastAsia="cs-CZ"/>
      </w:rPr>
      <w:drawing>
        <wp:anchor distT="0" distB="0" distL="114300" distR="114300" simplePos="0" relativeHeight="251674624" behindDoc="1" locked="1" layoutInCell="1" allowOverlap="1" wp14:anchorId="24799133" wp14:editId="66C4193B">
          <wp:simplePos x="0" y="0"/>
          <wp:positionH relativeFrom="page">
            <wp:posOffset>974725</wp:posOffset>
          </wp:positionH>
          <wp:positionV relativeFrom="page">
            <wp:posOffset>9464675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F6448" w14:textId="77777777" w:rsidR="00F96988" w:rsidRDefault="00F96988" w:rsidP="00962258">
      <w:pPr>
        <w:spacing w:after="0" w:line="240" w:lineRule="auto"/>
      </w:pPr>
      <w:r>
        <w:separator/>
      </w:r>
    </w:p>
  </w:footnote>
  <w:footnote w:type="continuationSeparator" w:id="0">
    <w:p w14:paraId="7175142D" w14:textId="77777777" w:rsidR="00F96988" w:rsidRDefault="00F969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6FC5B5A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B472E89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D0F5D2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7327AC" w14:textId="77777777" w:rsidR="005D3C39" w:rsidRPr="00D6163D" w:rsidRDefault="005D3C39" w:rsidP="00D6163D">
          <w:pPr>
            <w:pStyle w:val="Druhdokumentu"/>
          </w:pPr>
        </w:p>
      </w:tc>
    </w:tr>
  </w:tbl>
  <w:p w14:paraId="0ED74634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60D4C58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291C52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44B9F6" w14:textId="77777777" w:rsidR="005D3C39" w:rsidRDefault="0050491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5F30EE96" wp14:editId="733DC9F4">
                <wp:simplePos x="0" y="0"/>
                <wp:positionH relativeFrom="column">
                  <wp:posOffset>0</wp:posOffset>
                </wp:positionH>
                <wp:positionV relativeFrom="page">
                  <wp:posOffset>1905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9F0D7A" w14:textId="77777777" w:rsidR="005D3C39" w:rsidRPr="00D6163D" w:rsidRDefault="005D3C39" w:rsidP="00FC6389">
          <w:pPr>
            <w:pStyle w:val="Druhdokumentu"/>
          </w:pPr>
        </w:p>
      </w:tc>
    </w:tr>
    <w:tr w:rsidR="005D3C39" w14:paraId="2855988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A9CAF1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DB5AAA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B3200CD" w14:textId="77777777" w:rsidR="005D3C39" w:rsidRPr="00D6163D" w:rsidRDefault="005D3C39" w:rsidP="00FC6389">
          <w:pPr>
            <w:pStyle w:val="Druhdokumentu"/>
          </w:pPr>
        </w:p>
      </w:tc>
    </w:tr>
  </w:tbl>
  <w:p w14:paraId="76C96DFF" w14:textId="77777777" w:rsidR="005D3C39" w:rsidRPr="00D6163D" w:rsidRDefault="005D3C39" w:rsidP="00FC6389">
    <w:pPr>
      <w:pStyle w:val="Zhlav"/>
      <w:rPr>
        <w:sz w:val="8"/>
        <w:szCs w:val="8"/>
      </w:rPr>
    </w:pPr>
  </w:p>
  <w:p w14:paraId="288DD29D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0095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4241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A3C4F"/>
    <w:rsid w:val="004C4399"/>
    <w:rsid w:val="004C787C"/>
    <w:rsid w:val="004E7A1F"/>
    <w:rsid w:val="004F4B9B"/>
    <w:rsid w:val="00504919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6497E"/>
    <w:rsid w:val="0066780C"/>
    <w:rsid w:val="006776B6"/>
    <w:rsid w:val="00693150"/>
    <w:rsid w:val="006A3867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93E57"/>
    <w:rsid w:val="007A5172"/>
    <w:rsid w:val="007A67A0"/>
    <w:rsid w:val="007B570C"/>
    <w:rsid w:val="007D6CE3"/>
    <w:rsid w:val="007E4A6E"/>
    <w:rsid w:val="007F26DD"/>
    <w:rsid w:val="007F56A7"/>
    <w:rsid w:val="00800851"/>
    <w:rsid w:val="008069F8"/>
    <w:rsid w:val="00807DD0"/>
    <w:rsid w:val="00821D01"/>
    <w:rsid w:val="00826B7B"/>
    <w:rsid w:val="00846789"/>
    <w:rsid w:val="008519B1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801E0"/>
    <w:rsid w:val="00992D9C"/>
    <w:rsid w:val="009958A5"/>
    <w:rsid w:val="00996CB8"/>
    <w:rsid w:val="009B2E97"/>
    <w:rsid w:val="009B5146"/>
    <w:rsid w:val="009C418E"/>
    <w:rsid w:val="009C442C"/>
    <w:rsid w:val="009C4505"/>
    <w:rsid w:val="009E07F4"/>
    <w:rsid w:val="009F309B"/>
    <w:rsid w:val="009F392E"/>
    <w:rsid w:val="009F53C5"/>
    <w:rsid w:val="00A0740E"/>
    <w:rsid w:val="00A4512D"/>
    <w:rsid w:val="00A50641"/>
    <w:rsid w:val="00A530BF"/>
    <w:rsid w:val="00A6177B"/>
    <w:rsid w:val="00A66136"/>
    <w:rsid w:val="00A67808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66C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534EC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6620F"/>
    <w:rsid w:val="00E878EE"/>
    <w:rsid w:val="00E9202E"/>
    <w:rsid w:val="00EA6EC7"/>
    <w:rsid w:val="00EB104F"/>
    <w:rsid w:val="00EB46E5"/>
    <w:rsid w:val="00EC37CA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96988"/>
    <w:rsid w:val="00FB6342"/>
    <w:rsid w:val="00FC6389"/>
    <w:rsid w:val="00FE6AEC"/>
    <w:rsid w:val="00FF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0E623"/>
  <w14:defaultImageDpi w14:val="32767"/>
  <w15:docId w15:val="{880C1F02-E329-48A7-88B1-B45F3BA2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4F66B5"/>
    <w:rsid w:val="005E3FC4"/>
    <w:rsid w:val="006E6B4A"/>
    <w:rsid w:val="00742851"/>
    <w:rsid w:val="00963F81"/>
    <w:rsid w:val="00A37915"/>
    <w:rsid w:val="00A440F7"/>
    <w:rsid w:val="00AD06FC"/>
    <w:rsid w:val="00B374EC"/>
    <w:rsid w:val="00C7001B"/>
    <w:rsid w:val="00D50D44"/>
    <w:rsid w:val="00DA3422"/>
    <w:rsid w:val="00F4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047C0A-75C4-48C1-8297-30EB068CF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2</TotalTime>
  <Pages>2</Pages>
  <Words>441</Words>
  <Characters>2607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3</cp:revision>
  <cp:lastPrinted>2019-03-12T14:23:00Z</cp:lastPrinted>
  <dcterms:created xsi:type="dcterms:W3CDTF">2020-04-21T10:36:00Z</dcterms:created>
  <dcterms:modified xsi:type="dcterms:W3CDTF">2020-04-21T10:42:00Z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